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35962" w:rsidRPr="00F7167E" w:rsidRDefault="00FA2AFA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j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QhPdyHcjqicQ&#10;sBQgMFApzD0wGiG/YzTADMmw+rYjkmLUvufwCMzAmQ05G5vZILyEqxnWGE3mSk+DaddLtm0AeXpm&#10;XNzCQ6mZFfFzFofnBXPB1nKYYWbwnP5br+dJu/wF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BvTjjh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Pr="000030D2">
        <w:rPr>
          <w:noProof/>
          <w:lang w:eastAsia="es-ES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B55B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2" o:spid="_x0000_s1027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7WMtgIAALs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" filled="f" stroked="f">
                <v:textbox>
                  <w:txbxContent>
                    <w:p w:rsidR="0026335F" w:rsidRPr="0026335F" w:rsidRDefault="00FA2AF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4712335</wp:posOffset>
                </wp:positionH>
                <wp:positionV relativeFrom="paragraph">
                  <wp:posOffset>-597535</wp:posOffset>
                </wp:positionV>
                <wp:extent cx="1615440" cy="701040"/>
                <wp:effectExtent l="8255" t="6350" r="5080" b="698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466B0" w:rsidRPr="00535962" w:rsidRDefault="001466B0" w:rsidP="001466B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1" o:spid="_x0000_s1028" style="position:absolute;margin-left:371.05pt;margin-top:-47.05pt;width:127.2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">
                <v:rect id="Rectangle 22" o:spid="_x0000_s1029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30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 Box 24" o:spid="_x0000_s1031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466B0" w:rsidRPr="00535962" w:rsidRDefault="001466B0" w:rsidP="001466B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lmugIAAMI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BlOXlm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0030D2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3" o:spid="_x0000_s1034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FA2AFA">
                        <w:fldChar w:fldCharType="begin"/>
                      </w:r>
                      <w:r w:rsidR="00FA2AFA">
                        <w:instrText xml:space="preserve"> NUMPAGES   \* MERGEFORMAT </w:instrText>
                      </w:r>
                      <w:r w:rsidR="00FA2AFA">
                        <w:fldChar w:fldCharType="separate"/>
                      </w:r>
                      <w:r w:rsidR="00D7710E" w:rsidRP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FA2AFA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B55B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6" o:spid="_x0000_s1035" type="#_x0000_t202" style="position:absolute;margin-left:93.6pt;margin-top:2.1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" stroked="f">
                <v:textbox>
                  <w:txbxContent>
                    <w:p w:rsidR="002E1412" w:rsidRPr="002E1412" w:rsidRDefault="00FA2AF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B55B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FA2AF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5B1" w:rsidRDefault="007B55B1" w:rsidP="001007E7">
      <w:pPr>
        <w:spacing w:after="0" w:line="240" w:lineRule="auto"/>
      </w:pPr>
      <w:r>
        <w:separator/>
      </w:r>
    </w:p>
  </w:endnote>
  <w:endnote w:type="continuationSeparator" w:id="0">
    <w:p w:rsidR="007B55B1" w:rsidRDefault="007B55B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D7710E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5B1" w:rsidRDefault="007B55B1" w:rsidP="001007E7">
      <w:pPr>
        <w:spacing w:after="0" w:line="240" w:lineRule="auto"/>
      </w:pPr>
      <w:r>
        <w:separator/>
      </w:r>
    </w:p>
  </w:footnote>
  <w:footnote w:type="continuationSeparator" w:id="0">
    <w:p w:rsidR="007B55B1" w:rsidRDefault="007B55B1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A86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55B1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67C83-BD9B-4533-BF22-39191DB4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3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Teresa A. Cruz Andújar</cp:lastModifiedBy>
  <cp:revision>2</cp:revision>
  <cp:lastPrinted>2011-03-04T18:48:00Z</cp:lastPrinted>
  <dcterms:created xsi:type="dcterms:W3CDTF">2020-02-14T18:52:00Z</dcterms:created>
  <dcterms:modified xsi:type="dcterms:W3CDTF">2020-02-14T18:52:00Z</dcterms:modified>
</cp:coreProperties>
</file>