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F6322" w:rsidRPr="00F7167E" w:rsidRDefault="0069420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showingPlcHdr/>
                              <w:picture/>
                            </w:sdtPr>
                            <w:sdtEndPr/>
                            <w:sdtContent>
                              <w:p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4CA6BC5D" wp14:editId="33952822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BK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ybER&#10;1oo9AYW1AoIBGWH8waFR+gdGA4ySHJvvW6o5Ru17CW2QxoS42eMvZDJL4KIvJetLCZUVQOXYYjQe&#10;l3acV9tei00DlsbGk+oOWqcWntSux0avDg0H48LHdhhtbh5d3r3WeQAvfgM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83&#10;kEq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showingPlcHdr/>
                        <w:picture/>
                      </w:sdtPr>
                      <w:sdtEndPr/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4CA6BC5D" wp14:editId="33952822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4521835</wp:posOffset>
                </wp:positionH>
                <wp:positionV relativeFrom="paragraph">
                  <wp:posOffset>-617220</wp:posOffset>
                </wp:positionV>
                <wp:extent cx="1615440" cy="701040"/>
                <wp:effectExtent l="6985" t="11430" r="6350" b="1143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F6322" w:rsidRPr="00535962" w:rsidRDefault="001F6322" w:rsidP="001F6322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upo 10" o:spid="_x0000_s1027" style="position:absolute;margin-left:356.05pt;margin-top:-48.6pt;width:12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">
                <v:rect id="Rectangle 8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10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F6322" w:rsidRPr="00535962" w:rsidRDefault="001F6322" w:rsidP="001F6322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Pr="00535962" w:rsidRDefault="001F6322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A6537D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uadro de texto 7" o:spid="_x0000_s1033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1F6322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A6537D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1F632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uadro de texto 6" o:spid="_x0000_s1034" type="#_x0000_t202" style="position:absolute;margin-left:102.95pt;margin-top:15.5pt;width:24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zr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pv6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BsMxzr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1F6322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A6537D">
                              <w:fldChar w:fldCharType="begin"/>
                            </w:r>
                            <w:r w:rsidR="00A6537D">
                              <w:instrText xml:space="preserve"> NUMPAGES   \* MERGEFORMAT </w:instrText>
                            </w:r>
                            <w:r w:rsidR="00A6537D"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A6537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uadro de texto 4" o:spid="_x0000_s1035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uadro de texto 3" o:spid="_x0000_s1036" type="#_x0000_t202" style="position:absolute;margin-left:148.15pt;margin-top:20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kK8lK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1"/>
      <w:footerReference w:type="default" r:id="rId12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37D" w:rsidRDefault="00A6537D">
      <w:pPr>
        <w:spacing w:after="0" w:line="240" w:lineRule="auto"/>
      </w:pPr>
      <w:r>
        <w:separator/>
      </w:r>
    </w:p>
  </w:endnote>
  <w:endnote w:type="continuationSeparator" w:id="0">
    <w:p w:rsidR="00A6537D" w:rsidRDefault="00A6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A6537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A6537D">
    <w:pPr>
      <w:pStyle w:val="Piedepgina"/>
      <w:rPr>
        <w:rFonts w:ascii="Arial Narrow" w:hAnsi="Arial Narrow"/>
        <w:sz w:val="12"/>
      </w:rPr>
    </w:pPr>
  </w:p>
  <w:p w:rsidR="00CA0E82" w:rsidRDefault="00A6537D">
    <w:pPr>
      <w:pStyle w:val="Piedepgina"/>
      <w:rPr>
        <w:rFonts w:ascii="Arial Narrow" w:hAnsi="Arial Narrow"/>
        <w:sz w:val="12"/>
      </w:rPr>
    </w:pPr>
  </w:p>
  <w:p w:rsidR="00CA0E82" w:rsidRDefault="00A6537D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37D" w:rsidRDefault="00A6537D">
      <w:pPr>
        <w:spacing w:after="0" w:line="240" w:lineRule="auto"/>
      </w:pPr>
      <w:r>
        <w:separator/>
      </w:r>
    </w:p>
  </w:footnote>
  <w:footnote w:type="continuationSeparator" w:id="0">
    <w:p w:rsidR="00A6537D" w:rsidRDefault="00A65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E0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656D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A6537D">
                            <w:fldChar w:fldCharType="begin"/>
                          </w:r>
                          <w:r w:rsidR="00A6537D">
                            <w:instrText xml:space="preserve"> NUMPAGES   \* MERGEFORMAT </w:instrText>
                          </w:r>
                          <w:r w:rsidR="00A6537D">
                            <w:fldChar w:fldCharType="separate"/>
                          </w:r>
                          <w:r w:rsidR="004656D2" w:rsidRPr="004656D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A6537D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4656D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A6537D">
                      <w:fldChar w:fldCharType="begin"/>
                    </w:r>
                    <w:r w:rsidR="00A6537D">
                      <w:instrText xml:space="preserve"> NUMPAGES   \* MERGEFORMAT </w:instrText>
                    </w:r>
                    <w:r w:rsidR="00A6537D">
                      <w:fldChar w:fldCharType="separate"/>
                    </w:r>
                    <w:r w:rsidR="004656D2" w:rsidRPr="004656D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A6537D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22"/>
    <w:rsid w:val="001F6322"/>
    <w:rsid w:val="004656D2"/>
    <w:rsid w:val="00492A51"/>
    <w:rsid w:val="004966F6"/>
    <w:rsid w:val="004B34B9"/>
    <w:rsid w:val="00694209"/>
    <w:rsid w:val="00844CD1"/>
    <w:rsid w:val="00A6537D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56D2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56D2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Yaraida Volquez</dc:creator>
  <cp:lastModifiedBy>Teresa A. Cruz Andújar</cp:lastModifiedBy>
  <cp:revision>2</cp:revision>
  <dcterms:created xsi:type="dcterms:W3CDTF">2020-02-14T18:43:00Z</dcterms:created>
  <dcterms:modified xsi:type="dcterms:W3CDTF">2020-02-14T18:43:00Z</dcterms:modified>
</cp:coreProperties>
</file>