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615153">
      <w:bookmarkStart w:id="0" w:name="_GoBack"/>
      <w:bookmarkEnd w:id="0"/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115570</wp:posOffset>
                </wp:positionV>
                <wp:extent cx="3311525" cy="27940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744F7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08.45pt;margin-top:9.1pt;width:260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6Oogw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" stroked="f">
                <v:textbox>
                  <w:txbxContent>
                    <w:p w:rsidR="002E1412" w:rsidRPr="002E1412" w:rsidRDefault="00744F7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eastAsia="es-E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7280275</wp:posOffset>
                </wp:positionH>
                <wp:positionV relativeFrom="paragraph">
                  <wp:posOffset>-584200</wp:posOffset>
                </wp:positionV>
                <wp:extent cx="1615440" cy="701040"/>
                <wp:effectExtent l="12700" t="6350" r="10160" b="698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7FDA" w:rsidRPr="00535962" w:rsidRDefault="00957FDA" w:rsidP="00957FDA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7" style="position:absolute;margin-left:573.25pt;margin-top:-46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">
                <v:rect id="Rectangle 22" o:spid="_x0000_s1028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23" o:spid="_x0000_s1029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Text Box 24" o:spid="_x0000_s1030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7FDA" w:rsidRPr="00535962" w:rsidRDefault="00957FDA" w:rsidP="00957FDA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615153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254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744F7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" stroked="f">
                <v:textbox>
                  <w:txbxContent>
                    <w:p w:rsidR="00F7443C" w:rsidRPr="004767CC" w:rsidRDefault="00744F7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127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744F7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744F7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615153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2540" r="3175" b="254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A24343">
        <w:trPr>
          <w:trHeight w:val="45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615153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3810" r="0" b="635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F79" w:rsidRDefault="00744F79" w:rsidP="001007E7">
      <w:pPr>
        <w:spacing w:after="0" w:line="240" w:lineRule="auto"/>
      </w:pPr>
      <w:r>
        <w:separator/>
      </w:r>
    </w:p>
  </w:endnote>
  <w:endnote w:type="continuationSeparator" w:id="0">
    <w:p w:rsidR="00744F79" w:rsidRDefault="00744F7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615153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1905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615153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F79" w:rsidRDefault="00744F79" w:rsidP="001007E7">
      <w:pPr>
        <w:spacing w:after="0" w:line="240" w:lineRule="auto"/>
      </w:pPr>
      <w:r>
        <w:separator/>
      </w:r>
    </w:p>
  </w:footnote>
  <w:footnote w:type="continuationSeparator" w:id="0">
    <w:p w:rsidR="00744F79" w:rsidRDefault="00744F79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6F"/>
    <w:rsid w:val="00034DD9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15153"/>
    <w:rsid w:val="0062592A"/>
    <w:rsid w:val="006506D0"/>
    <w:rsid w:val="00651E48"/>
    <w:rsid w:val="006709BC"/>
    <w:rsid w:val="00744F79"/>
    <w:rsid w:val="00780880"/>
    <w:rsid w:val="007B4164"/>
    <w:rsid w:val="007B6F6F"/>
    <w:rsid w:val="00810515"/>
    <w:rsid w:val="0083342F"/>
    <w:rsid w:val="00854B4F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5D10F-20E2-4847-B6FA-2FA41379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2011-03-04T18:27:00Z</cp:lastPrinted>
  <dcterms:created xsi:type="dcterms:W3CDTF">2020-02-14T18:42:00Z</dcterms:created>
  <dcterms:modified xsi:type="dcterms:W3CDTF">2020-02-14T18:42:00Z</dcterms:modified>
</cp:coreProperties>
</file>